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EF4" w:rsidRPr="005A03FF" w:rsidRDefault="009F2EF4">
      <w:pPr>
        <w:rPr>
          <w:lang w:val="en-GB"/>
        </w:rPr>
        <w:sectPr w:rsidR="009F2EF4" w:rsidRPr="005A03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4649" w:right="3142" w:bottom="1871" w:left="1134" w:header="709" w:footer="709" w:gutter="0"/>
          <w:paperSrc w:first="7"/>
          <w:cols w:space="720"/>
          <w:titlePg/>
          <w:docGrid w:linePitch="326"/>
        </w:sectPr>
      </w:pPr>
    </w:p>
    <w:p w:rsidR="005A017E" w:rsidRPr="00EC3AFB" w:rsidRDefault="005A017E" w:rsidP="005A017E">
      <w:pPr>
        <w:rPr>
          <w:lang w:val="en-US"/>
        </w:rPr>
      </w:pPr>
      <w:bookmarkStart w:id="2" w:name="Start"/>
      <w:bookmarkStart w:id="3" w:name="navn"/>
      <w:bookmarkStart w:id="4" w:name="stilling"/>
      <w:bookmarkEnd w:id="2"/>
      <w:bookmarkEnd w:id="3"/>
      <w:bookmarkEnd w:id="4"/>
      <w:r w:rsidRPr="00EC3AFB">
        <w:rPr>
          <w:lang w:val="en-US"/>
        </w:rPr>
        <w:lastRenderedPageBreak/>
        <w:t xml:space="preserve">Dear </w:t>
      </w:r>
      <w:r>
        <w:rPr>
          <w:lang w:val="en-US"/>
        </w:rPr>
        <w:t>Alisha</w:t>
      </w:r>
    </w:p>
    <w:p w:rsidR="005A017E" w:rsidRPr="00EC3AFB" w:rsidRDefault="005A017E" w:rsidP="005A017E">
      <w:pPr>
        <w:rPr>
          <w:lang w:val="en-US"/>
        </w:rPr>
      </w:pPr>
    </w:p>
    <w:p w:rsidR="005A017E" w:rsidRDefault="005A017E" w:rsidP="005A017E">
      <w:pPr>
        <w:rPr>
          <w:lang w:val="en-US"/>
        </w:rPr>
      </w:pPr>
      <w:r w:rsidRPr="00636C12">
        <w:rPr>
          <w:lang w:val="en-US"/>
        </w:rPr>
        <w:t xml:space="preserve">We are grateful that you find </w:t>
      </w:r>
      <w:r>
        <w:rPr>
          <w:lang w:val="en-US"/>
        </w:rPr>
        <w:t>the manuscript “</w:t>
      </w:r>
      <w:r w:rsidRPr="00EC3AFB">
        <w:rPr>
          <w:lang w:val="en-US"/>
        </w:rPr>
        <w:t xml:space="preserve">Determination of the optimal chromosomal location(s) for a DNA element in </w:t>
      </w:r>
      <w:r w:rsidRPr="00EC3AFB">
        <w:rPr>
          <w:i/>
          <w:lang w:val="en-US"/>
        </w:rPr>
        <w:t>Escherichia coli</w:t>
      </w:r>
      <w:r w:rsidRPr="00EC3AFB">
        <w:rPr>
          <w:lang w:val="en-US"/>
        </w:rPr>
        <w:t xml:space="preserve"> using a novel transposon-mediated approach</w:t>
      </w:r>
      <w:r>
        <w:rPr>
          <w:lang w:val="en-US"/>
        </w:rPr>
        <w:t xml:space="preserve">” </w:t>
      </w:r>
      <w:r w:rsidRPr="00636C12">
        <w:rPr>
          <w:lang w:val="en-US"/>
        </w:rPr>
        <w:t xml:space="preserve">suitable for </w:t>
      </w:r>
      <w:r w:rsidRPr="00EC3AFB">
        <w:rPr>
          <w:lang w:val="en-US"/>
        </w:rPr>
        <w:t>Journal of Visualized Exper</w:t>
      </w:r>
      <w:r w:rsidRPr="00EC3AFB">
        <w:rPr>
          <w:lang w:val="en-US"/>
        </w:rPr>
        <w:t>i</w:t>
      </w:r>
      <w:r w:rsidRPr="00EC3AFB">
        <w:rPr>
          <w:lang w:val="en-US"/>
        </w:rPr>
        <w:t>ments</w:t>
      </w:r>
      <w:r>
        <w:rPr>
          <w:lang w:val="en-US"/>
        </w:rPr>
        <w:t>. Furthermore, we do appreciate the way the manuscript has been ha</w:t>
      </w:r>
      <w:r>
        <w:rPr>
          <w:lang w:val="en-US"/>
        </w:rPr>
        <w:t>n</w:t>
      </w:r>
      <w:r>
        <w:rPr>
          <w:lang w:val="en-US"/>
        </w:rPr>
        <w:t xml:space="preserve">dled by </w:t>
      </w:r>
      <w:proofErr w:type="gramStart"/>
      <w:r>
        <w:rPr>
          <w:lang w:val="en-US"/>
        </w:rPr>
        <w:t xml:space="preserve">the </w:t>
      </w:r>
      <w:r w:rsidRPr="00636C12">
        <w:rPr>
          <w:lang w:val="en-US"/>
        </w:rPr>
        <w:t xml:space="preserve"> editor</w:t>
      </w:r>
      <w:proofErr w:type="gramEnd"/>
      <w:r>
        <w:rPr>
          <w:lang w:val="en-US"/>
        </w:rPr>
        <w:t xml:space="preserve">. </w:t>
      </w:r>
    </w:p>
    <w:p w:rsidR="005A017E" w:rsidRDefault="005A017E" w:rsidP="005A017E">
      <w:pPr>
        <w:rPr>
          <w:lang w:val="en-US"/>
        </w:rPr>
      </w:pPr>
    </w:p>
    <w:p w:rsidR="005A017E" w:rsidRDefault="005A017E" w:rsidP="005A017E">
      <w:pPr>
        <w:rPr>
          <w:lang w:val="en-US"/>
        </w:rPr>
      </w:pPr>
      <w:r>
        <w:rPr>
          <w:lang w:val="en-US"/>
        </w:rPr>
        <w:t>We have addressed “Protocol Language” comments, “Protocol Detail” co</w:t>
      </w:r>
      <w:r>
        <w:rPr>
          <w:lang w:val="en-US"/>
        </w:rPr>
        <w:t>m</w:t>
      </w:r>
      <w:r>
        <w:rPr>
          <w:lang w:val="en-US"/>
        </w:rPr>
        <w:t>ments, “Figure” comments, “References”, “Commercial Language” and added Acknowledgments and Disclosures (see below).</w:t>
      </w:r>
    </w:p>
    <w:p w:rsidR="005A017E" w:rsidRDefault="005A017E" w:rsidP="005A017E">
      <w:pPr>
        <w:rPr>
          <w:lang w:val="en-US"/>
        </w:rPr>
      </w:pPr>
    </w:p>
    <w:p w:rsidR="005A017E" w:rsidRDefault="005A017E" w:rsidP="005A017E">
      <w:pPr>
        <w:rPr>
          <w:lang w:val="en-US"/>
        </w:rPr>
      </w:pPr>
      <w:r w:rsidRPr="00636C12">
        <w:rPr>
          <w:lang w:val="en-US"/>
        </w:rPr>
        <w:t xml:space="preserve">We hope you find the </w:t>
      </w:r>
      <w:r>
        <w:rPr>
          <w:lang w:val="en-US"/>
        </w:rPr>
        <w:t xml:space="preserve">revised </w:t>
      </w:r>
      <w:r w:rsidRPr="00636C12">
        <w:rPr>
          <w:lang w:val="en-US"/>
        </w:rPr>
        <w:t xml:space="preserve">manuscript acceptable for publication in </w:t>
      </w:r>
      <w:r w:rsidRPr="00EC3AFB">
        <w:rPr>
          <w:lang w:val="en-US"/>
        </w:rPr>
        <w:t>Journal of Visualized Experiments</w:t>
      </w:r>
      <w:r>
        <w:rPr>
          <w:lang w:val="en-US"/>
        </w:rPr>
        <w:t xml:space="preserve">. </w:t>
      </w:r>
    </w:p>
    <w:p w:rsidR="005A017E" w:rsidRDefault="005A017E" w:rsidP="005A017E">
      <w:pPr>
        <w:rPr>
          <w:lang w:val="en-US"/>
        </w:rPr>
      </w:pPr>
    </w:p>
    <w:p w:rsidR="005A017E" w:rsidRDefault="005A017E" w:rsidP="005A017E">
      <w:pPr>
        <w:rPr>
          <w:lang w:val="en-US"/>
        </w:rPr>
      </w:pPr>
      <w:r>
        <w:rPr>
          <w:lang w:val="en-US"/>
        </w:rPr>
        <w:t>Kind regards</w:t>
      </w:r>
    </w:p>
    <w:p w:rsidR="005A017E" w:rsidRDefault="005A017E" w:rsidP="005A017E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F1A872" wp14:editId="3CD81872">
            <wp:simplePos x="0" y="0"/>
            <wp:positionH relativeFrom="column">
              <wp:posOffset>-31115</wp:posOffset>
            </wp:positionH>
            <wp:positionV relativeFrom="paragraph">
              <wp:posOffset>19685</wp:posOffset>
            </wp:positionV>
            <wp:extent cx="2802890" cy="706120"/>
            <wp:effectExtent l="0" t="0" r="0" b="0"/>
            <wp:wrapSquare wrapText="bothSides"/>
            <wp:docPr id="11" name="Billede 11" descr="underskr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rskrif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89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17E" w:rsidRDefault="005A017E" w:rsidP="005A017E">
      <w:pPr>
        <w:rPr>
          <w:lang w:val="en-US"/>
        </w:rPr>
      </w:pPr>
    </w:p>
    <w:p w:rsidR="005A017E" w:rsidRDefault="005A017E" w:rsidP="005A017E">
      <w:pPr>
        <w:rPr>
          <w:lang w:val="en-US"/>
        </w:rPr>
      </w:pPr>
    </w:p>
    <w:p w:rsidR="005A017E" w:rsidRDefault="005A017E" w:rsidP="005A017E">
      <w:pPr>
        <w:rPr>
          <w:lang w:val="en-US"/>
        </w:rPr>
      </w:pPr>
    </w:p>
    <w:p w:rsidR="005A017E" w:rsidRDefault="005A017E" w:rsidP="005A017E">
      <w:pPr>
        <w:rPr>
          <w:lang w:val="en-US"/>
        </w:rPr>
      </w:pPr>
    </w:p>
    <w:p w:rsidR="005A017E" w:rsidRPr="005D26D3" w:rsidRDefault="005A017E" w:rsidP="005A017E">
      <w:pPr>
        <w:rPr>
          <w:lang w:val="en-US"/>
        </w:rPr>
      </w:pPr>
      <w:r>
        <w:rPr>
          <w:lang w:val="en-US"/>
        </w:rPr>
        <w:t>Anders Løbner-Olesen</w:t>
      </w:r>
    </w:p>
    <w:p w:rsidR="00850749" w:rsidRDefault="00850749" w:rsidP="00D646D0">
      <w:pPr>
        <w:autoSpaceDE w:val="0"/>
        <w:autoSpaceDN w:val="0"/>
        <w:adjustRightInd w:val="0"/>
        <w:spacing w:line="360" w:lineRule="auto"/>
        <w:rPr>
          <w:sz w:val="23"/>
          <w:szCs w:val="23"/>
          <w:lang w:val="en-US" w:eastAsia="en-US"/>
        </w:rPr>
      </w:pPr>
    </w:p>
    <w:p w:rsidR="00D646D0" w:rsidRDefault="00D646D0" w:rsidP="00D646D0">
      <w:pPr>
        <w:spacing w:line="360" w:lineRule="auto"/>
        <w:rPr>
          <w:lang w:val="en-US"/>
        </w:rPr>
      </w:pPr>
    </w:p>
    <w:p w:rsidR="00850749" w:rsidRDefault="00850749" w:rsidP="00D646D0">
      <w:pPr>
        <w:spacing w:line="360" w:lineRule="auto"/>
        <w:rPr>
          <w:lang w:val="en-US"/>
        </w:rPr>
      </w:pPr>
    </w:p>
    <w:sectPr w:rsidR="00850749" w:rsidSect="00172000">
      <w:headerReference w:type="default" r:id="rId15"/>
      <w:type w:val="continuous"/>
      <w:pgSz w:w="11906" w:h="16838" w:code="9"/>
      <w:pgMar w:top="2268" w:right="3142" w:bottom="1871" w:left="1134" w:header="709" w:footer="709" w:gutter="0"/>
      <w:paperSrc w:first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8C5" w:rsidRDefault="001958C5">
      <w:r>
        <w:separator/>
      </w:r>
    </w:p>
  </w:endnote>
  <w:endnote w:type="continuationSeparator" w:id="0">
    <w:p w:rsidR="001958C5" w:rsidRDefault="0019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17E" w:rsidRDefault="005A01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17E" w:rsidRDefault="005A01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770" w:rsidRDefault="0085074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4685030</wp:posOffset>
              </wp:positionH>
              <wp:positionV relativeFrom="paragraph">
                <wp:posOffset>-1086485</wp:posOffset>
              </wp:positionV>
              <wp:extent cx="1752600" cy="621030"/>
              <wp:effectExtent l="0" t="0" r="1270" b="0"/>
              <wp:wrapNone/>
              <wp:docPr id="4" name="Text Box 9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621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770" w:rsidRDefault="005730A0">
                          <w:pPr>
                            <w:pStyle w:val="Profillille"/>
                            <w:rPr>
                              <w:lang w:val="en-GB"/>
                            </w:rPr>
                          </w:pPr>
                          <w:r>
                            <w:fldChar w:fldCharType="begin"/>
                          </w:r>
                          <w:r w:rsidR="00800770">
                            <w:rPr>
                              <w:lang w:val="en-GB"/>
                            </w:rPr>
                            <w:instrText xml:space="preserve"> FILENAME \* Lower\p </w:instrText>
                          </w:r>
                          <w:r>
                            <w:fldChar w:fldCharType="separate"/>
                          </w:r>
                          <w:r w:rsidR="000B4FF3">
                            <w:rPr>
                              <w:lang w:val="en-GB"/>
                            </w:rPr>
                            <w:t>c:\alo\applications\2013\marinus gæsteprofessor 2013\ansøgning nyhavn 18 - martin marinus.docx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36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margin-left:368.9pt;margin-top:-85.55pt;width:138pt;height:48.9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" filled="f" stroked="f" strokeweight="0">
              <v:textbox inset="10mm">
                <w:txbxContent>
                  <w:p w:rsidR="00800770" w:rsidRDefault="005730A0">
                    <w:pPr>
                      <w:pStyle w:val="Profillille"/>
                      <w:rPr>
                        <w:lang w:val="en-GB"/>
                      </w:rPr>
                    </w:pPr>
                    <w:r>
                      <w:fldChar w:fldCharType="begin"/>
                    </w:r>
                    <w:r w:rsidR="00800770">
                      <w:rPr>
                        <w:lang w:val="en-GB"/>
                      </w:rPr>
                      <w:instrText xml:space="preserve"> FILENAME \* Lower\p </w:instrText>
                    </w:r>
                    <w:r>
                      <w:fldChar w:fldCharType="separate"/>
                    </w:r>
                    <w:r w:rsidR="000B4FF3">
                      <w:rPr>
                        <w:lang w:val="en-GB"/>
                      </w:rPr>
                      <w:t>c:\alo\applications\2013\marinus gæsteprofessor 2013\ansøgning nyhavn 18 - martin marinus.docx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8C5" w:rsidRDefault="001958C5">
      <w:r>
        <w:separator/>
      </w:r>
    </w:p>
  </w:footnote>
  <w:footnote w:type="continuationSeparator" w:id="0">
    <w:p w:rsidR="001958C5" w:rsidRDefault="00195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17E" w:rsidRDefault="005A01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17E" w:rsidRDefault="005A01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770" w:rsidRDefault="004C0C83">
    <w:pPr>
      <w:pStyle w:val="Hoved1"/>
    </w:pPr>
    <w:bookmarkStart w:id="0" w:name="_GoBack"/>
    <w:r>
      <w:rPr>
        <w:noProof/>
        <w:sz w:val="20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4907280</wp:posOffset>
          </wp:positionH>
          <wp:positionV relativeFrom="page">
            <wp:posOffset>1106170</wp:posOffset>
          </wp:positionV>
          <wp:extent cx="1238885" cy="1714500"/>
          <wp:effectExtent l="0" t="0" r="0" b="0"/>
          <wp:wrapNone/>
          <wp:docPr id="13" name="Picture 13" descr="B_NAT_pan_uden_str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B_NAT_pan_uden_stre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2000" contrast="3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885" cy="171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50749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-94615</wp:posOffset>
              </wp:positionH>
              <wp:positionV relativeFrom="paragraph">
                <wp:posOffset>909320</wp:posOffset>
              </wp:positionV>
              <wp:extent cx="5499735" cy="1178560"/>
              <wp:effectExtent l="635" t="4445" r="0" b="0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735" cy="1178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0749" w:rsidRDefault="005A017E" w:rsidP="001E2312">
                          <w:proofErr w:type="spellStart"/>
                          <w:r>
                            <w:t>JoVE</w:t>
                          </w:r>
                          <w:proofErr w:type="spellEnd"/>
                        </w:p>
                        <w:p w:rsidR="00766A87" w:rsidRPr="00850749" w:rsidRDefault="00766A87" w:rsidP="00D646D0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7.45pt;margin-top:71.6pt;width:433.05pt;height:92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" filled="f" stroked="f" strokeweight="0">
              <v:textbox inset=",0,,0">
                <w:txbxContent>
                  <w:p w:rsidR="00850749" w:rsidRDefault="005A017E" w:rsidP="001E2312">
                    <w:proofErr w:type="spellStart"/>
                    <w:r>
                      <w:t>JoVE</w:t>
                    </w:r>
                    <w:proofErr w:type="spellEnd"/>
                  </w:p>
                  <w:p w:rsidR="00766A87" w:rsidRPr="00850749" w:rsidRDefault="00766A87" w:rsidP="00D646D0"/>
                </w:txbxContent>
              </v:textbox>
            </v:shape>
          </w:pict>
        </mc:Fallback>
      </mc:AlternateContent>
    </w:r>
    <w:r w:rsidR="00850749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ge">
                <wp:posOffset>2336800</wp:posOffset>
              </wp:positionV>
              <wp:extent cx="5516880" cy="198120"/>
              <wp:effectExtent l="1270" t="3175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688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770" w:rsidRDefault="00800770">
                          <w:pPr>
                            <w:pStyle w:val="Adresse"/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-7.4pt;margin-top:184pt;width:434.4pt;height:1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" filled="f" stroked="f" strokeweight="0">
              <v:textbox inset=",0,,0">
                <w:txbxContent>
                  <w:p w:rsidR="00800770" w:rsidRDefault="00800770">
                    <w:pPr>
                      <w:pStyle w:val="Adresse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850749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-99060</wp:posOffset>
              </wp:positionH>
              <wp:positionV relativeFrom="paragraph">
                <wp:posOffset>73025</wp:posOffset>
              </wp:positionV>
              <wp:extent cx="5521960" cy="908050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1960" cy="908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770" w:rsidRDefault="00800770">
                          <w:pPr>
                            <w:pStyle w:val="Hoved1"/>
                            <w:rPr>
                              <w:lang w:val="en-GB"/>
                            </w:rPr>
                          </w:pPr>
                          <w:r>
                            <w:rPr>
                              <w:lang w:val="en-GB"/>
                            </w:rPr>
                            <w:t>Department of biology</w:t>
                          </w:r>
                        </w:p>
                        <w:p w:rsidR="00800770" w:rsidRDefault="00800770">
                          <w:pPr>
                            <w:pStyle w:val="Hoved2"/>
                            <w:rPr>
                              <w:lang w:val="en-GB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Type">
                              <w:r>
                                <w:rPr>
                                  <w:lang w:val="en-GB"/>
                                </w:rPr>
                                <w:t>University</w:t>
                              </w:r>
                            </w:smartTag>
                            <w:r>
                              <w:rPr>
                                <w:lang w:val="en-GB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>
                                <w:rPr>
                                  <w:lang w:val="en-GB"/>
                                </w:rPr>
                                <w:t>Copenhagen</w:t>
                              </w:r>
                            </w:smartTag>
                          </w:smartTag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-7.8pt;margin-top:5.75pt;width:434.8pt;height:7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" filled="f" stroked="f" strokeweight="0">
              <v:textbox>
                <w:txbxContent>
                  <w:p w:rsidR="00800770" w:rsidRDefault="00800770">
                    <w:pPr>
                      <w:pStyle w:val="Hoved1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Department of biology</w:t>
                    </w:r>
                  </w:p>
                  <w:p w:rsidR="00800770" w:rsidRDefault="00800770">
                    <w:pPr>
                      <w:pStyle w:val="Hoved2"/>
                      <w:rPr>
                        <w:lang w:val="en-GB"/>
                      </w:rPr>
                    </w:pPr>
                    <w:smartTag w:uri="urn:schemas-microsoft-com:office:smarttags" w:element="place">
                      <w:smartTag w:uri="urn:schemas-microsoft-com:office:smarttags" w:element="PlaceType">
                        <w:r>
                          <w:rPr>
                            <w:lang w:val="en-GB"/>
                          </w:rPr>
                          <w:t>University</w:t>
                        </w:r>
                      </w:smartTag>
                      <w:r>
                        <w:rPr>
                          <w:lang w:val="en-GB"/>
                        </w:rPr>
                        <w:t xml:space="preserve"> of </w:t>
                      </w:r>
                      <w:smartTag w:uri="urn:schemas-microsoft-com:office:smarttags" w:element="PlaceName">
                        <w:r>
                          <w:rPr>
                            <w:lang w:val="en-GB"/>
                          </w:rPr>
                          <w:t>Copenhagen</w:t>
                        </w:r>
                      </w:smartTag>
                    </w:smartTag>
                  </w:p>
                </w:txbxContent>
              </v:textbox>
            </v:shape>
          </w:pict>
        </mc:Fallback>
      </mc:AlternateContent>
    </w:r>
    <w:r w:rsidR="00850749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4671695</wp:posOffset>
              </wp:positionH>
              <wp:positionV relativeFrom="page">
                <wp:posOffset>3893185</wp:posOffset>
              </wp:positionV>
              <wp:extent cx="2129155" cy="5147945"/>
              <wp:effectExtent l="4445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9155" cy="5147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770" w:rsidRPr="00850749" w:rsidRDefault="00850749">
                          <w:pPr>
                            <w:pStyle w:val="Profilfed"/>
                            <w:rPr>
                              <w:lang w:val="en-US"/>
                            </w:rPr>
                          </w:pPr>
                          <w:r w:rsidRPr="00850749">
                            <w:rPr>
                              <w:lang w:val="en-US"/>
                            </w:rPr>
                            <w:t>Anders Løbner-Oleen</w:t>
                          </w:r>
                        </w:p>
                        <w:p w:rsidR="00800770" w:rsidRPr="00DF128B" w:rsidRDefault="00800770">
                          <w:pPr>
                            <w:pStyle w:val="Profilfed"/>
                            <w:rPr>
                              <w:lang w:val="en-US"/>
                            </w:rPr>
                          </w:pPr>
                          <w:r w:rsidRPr="00DF128B">
                            <w:rPr>
                              <w:caps w:val="0"/>
                              <w:lang w:val="en-US"/>
                            </w:rPr>
                            <w:t>P</w:t>
                          </w:r>
                          <w:r w:rsidRPr="00DF128B">
                            <w:rPr>
                              <w:lang w:val="en-US"/>
                            </w:rPr>
                            <w:t>Rofessor</w:t>
                          </w:r>
                        </w:p>
                        <w:p w:rsidR="00800770" w:rsidRPr="00DF128B" w:rsidRDefault="00850749">
                          <w:pPr>
                            <w:pStyle w:val="Profilfed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Bacterial</w:t>
                          </w:r>
                          <w:r w:rsidR="00800770" w:rsidRPr="00DF128B">
                            <w:rPr>
                              <w:lang w:val="en-US"/>
                            </w:rPr>
                            <w:t xml:space="preserve"> GENETICS</w:t>
                          </w:r>
                        </w:p>
                        <w:p w:rsidR="00800770" w:rsidRPr="00DF128B" w:rsidRDefault="00800770">
                          <w:pPr>
                            <w:pStyle w:val="Profilfed"/>
                            <w:rPr>
                              <w:lang w:val="en-US"/>
                            </w:rPr>
                          </w:pPr>
                        </w:p>
                        <w:p w:rsidR="00800770" w:rsidRPr="00850749" w:rsidRDefault="00800770">
                          <w:pPr>
                            <w:pStyle w:val="Profilstor"/>
                          </w:pPr>
                          <w:r w:rsidRPr="00850749">
                            <w:t>Ole Maaløes VEJ 5</w:t>
                          </w:r>
                        </w:p>
                        <w:p w:rsidR="00800770" w:rsidRDefault="00800770">
                          <w:pPr>
                            <w:pStyle w:val="Profilstor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DK- 22oo Copenhagen N</w:t>
                          </w:r>
                        </w:p>
                        <w:p w:rsidR="00800770" w:rsidRDefault="00800770">
                          <w:pPr>
                            <w:pStyle w:val="Profilstor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DEnmark</w:t>
                          </w:r>
                        </w:p>
                        <w:p w:rsidR="00800770" w:rsidRDefault="00800770">
                          <w:pPr>
                            <w:pStyle w:val="Profilstor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 xml:space="preserve">TEL </w:t>
                          </w:r>
                          <w:r>
                            <w:rPr>
                              <w:lang w:val="de-DE"/>
                            </w:rPr>
                            <w:tab/>
                            <w:t xml:space="preserve">+45 35 32 </w:t>
                          </w:r>
                          <w:r w:rsidR="00850749">
                            <w:rPr>
                              <w:lang w:val="de-DE"/>
                            </w:rPr>
                            <w:t>20 68</w:t>
                          </w:r>
                        </w:p>
                        <w:p w:rsidR="00800770" w:rsidRDefault="00800770">
                          <w:pPr>
                            <w:pStyle w:val="Profilstor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FAX</w:t>
                          </w:r>
                          <w:r>
                            <w:rPr>
                              <w:lang w:val="de-DE"/>
                            </w:rPr>
                            <w:tab/>
                            <w:t>+45 35 32 21 28</w:t>
                          </w:r>
                        </w:p>
                        <w:p w:rsidR="00800770" w:rsidRDefault="00800770">
                          <w:pPr>
                            <w:pStyle w:val="Profil"/>
                            <w:rPr>
                              <w:lang w:val="de-DE"/>
                            </w:rPr>
                          </w:pPr>
                        </w:p>
                        <w:p w:rsidR="00800770" w:rsidRDefault="00850749">
                          <w:pPr>
                            <w:pStyle w:val="Profil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lobner</w:t>
                          </w:r>
                          <w:r w:rsidR="00800770">
                            <w:rPr>
                              <w:lang w:val="de-DE"/>
                            </w:rPr>
                            <w:t>@bio.ku.dk</w:t>
                          </w:r>
                        </w:p>
                        <w:p w:rsidR="00800770" w:rsidRDefault="00850749">
                          <w:pPr>
                            <w:pStyle w:val="Profil"/>
                            <w:rPr>
                              <w:lang w:val="de-DE"/>
                            </w:rPr>
                          </w:pPr>
                          <w:r w:rsidRPr="00850749">
                            <w:rPr>
                              <w:lang w:val="de-DE"/>
                            </w:rPr>
                            <w:t>www1.bio.ku.dk/english/research/fg/alo/</w:t>
                          </w:r>
                        </w:p>
                        <w:p w:rsidR="00800770" w:rsidRDefault="00800770">
                          <w:pPr>
                            <w:pStyle w:val="Profil"/>
                            <w:rPr>
                              <w:lang w:val="en-GB"/>
                            </w:rPr>
                          </w:pPr>
                          <w:r>
                            <w:rPr>
                              <w:lang w:val="en-GB"/>
                            </w:rPr>
                            <w:t xml:space="preserve">REF: </w:t>
                          </w:r>
                          <w:r w:rsidR="00850749">
                            <w:rPr>
                              <w:lang w:val="en-GB"/>
                            </w:rPr>
                            <w:t>ALO</w:t>
                          </w:r>
                        </w:p>
                        <w:p w:rsidR="00800770" w:rsidRDefault="00800770">
                          <w:pPr>
                            <w:pStyle w:val="Profil"/>
                            <w:rPr>
                              <w:lang w:val="en-GB"/>
                            </w:rPr>
                          </w:pPr>
                          <w:bookmarkStart w:id="1" w:name="Sag"/>
                          <w:bookmarkEnd w:id="1"/>
                        </w:p>
                        <w:p w:rsidR="00800770" w:rsidRDefault="00800770">
                          <w:pPr>
                            <w:pStyle w:val="Profil"/>
                            <w:rPr>
                              <w:lang w:val="en-GB"/>
                            </w:rPr>
                          </w:pPr>
                          <w:r>
                            <w:rPr>
                              <w:lang w:val="en-GB"/>
                            </w:rPr>
                            <w:t xml:space="preserve"> </w:t>
                          </w:r>
                        </w:p>
                        <w:p w:rsidR="00800770" w:rsidRDefault="00800770">
                          <w:pPr>
                            <w:pStyle w:val="Profil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36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367.85pt;margin-top:306.55pt;width:167.65pt;height:405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" filled="f" stroked="f" strokeweight="0">
              <v:textbox inset="10mm">
                <w:txbxContent>
                  <w:p w:rsidR="00800770" w:rsidRPr="00850749" w:rsidRDefault="00850749">
                    <w:pPr>
                      <w:pStyle w:val="Profilfed"/>
                      <w:rPr>
                        <w:lang w:val="en-US"/>
                      </w:rPr>
                    </w:pPr>
                    <w:r w:rsidRPr="00850749">
                      <w:rPr>
                        <w:lang w:val="en-US"/>
                      </w:rPr>
                      <w:t>Anders Løbner-Oleen</w:t>
                    </w:r>
                  </w:p>
                  <w:p w:rsidR="00800770" w:rsidRPr="00DF128B" w:rsidRDefault="00800770">
                    <w:pPr>
                      <w:pStyle w:val="Profilfed"/>
                      <w:rPr>
                        <w:lang w:val="en-US"/>
                      </w:rPr>
                    </w:pPr>
                    <w:r w:rsidRPr="00DF128B">
                      <w:rPr>
                        <w:caps w:val="0"/>
                        <w:lang w:val="en-US"/>
                      </w:rPr>
                      <w:t>P</w:t>
                    </w:r>
                    <w:r w:rsidRPr="00DF128B">
                      <w:rPr>
                        <w:lang w:val="en-US"/>
                      </w:rPr>
                      <w:t>Rofessor</w:t>
                    </w:r>
                  </w:p>
                  <w:p w:rsidR="00800770" w:rsidRPr="00DF128B" w:rsidRDefault="00850749">
                    <w:pPr>
                      <w:pStyle w:val="Profilfed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Bacterial</w:t>
                    </w:r>
                    <w:r w:rsidR="00800770" w:rsidRPr="00DF128B">
                      <w:rPr>
                        <w:lang w:val="en-US"/>
                      </w:rPr>
                      <w:t xml:space="preserve"> GENETICS</w:t>
                    </w:r>
                  </w:p>
                  <w:p w:rsidR="00800770" w:rsidRPr="00DF128B" w:rsidRDefault="00800770">
                    <w:pPr>
                      <w:pStyle w:val="Profilfed"/>
                      <w:rPr>
                        <w:lang w:val="en-US"/>
                      </w:rPr>
                    </w:pPr>
                  </w:p>
                  <w:p w:rsidR="00800770" w:rsidRPr="00850749" w:rsidRDefault="00800770">
                    <w:pPr>
                      <w:pStyle w:val="Profilstor"/>
                    </w:pPr>
                    <w:r w:rsidRPr="00850749">
                      <w:t>Ole Maaløes VEJ 5</w:t>
                    </w:r>
                  </w:p>
                  <w:p w:rsidR="00800770" w:rsidRDefault="00800770">
                    <w:pPr>
                      <w:pStyle w:val="Profilstor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>DK- 22oo Copenhagen N</w:t>
                    </w:r>
                  </w:p>
                  <w:p w:rsidR="00800770" w:rsidRDefault="00800770">
                    <w:pPr>
                      <w:pStyle w:val="Profilstor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>DEnmark</w:t>
                    </w:r>
                  </w:p>
                  <w:p w:rsidR="00800770" w:rsidRDefault="00800770">
                    <w:pPr>
                      <w:pStyle w:val="Profilstor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 xml:space="preserve">TEL </w:t>
                    </w:r>
                    <w:r>
                      <w:rPr>
                        <w:lang w:val="de-DE"/>
                      </w:rPr>
                      <w:tab/>
                      <w:t xml:space="preserve">+45 35 32 </w:t>
                    </w:r>
                    <w:r w:rsidR="00850749">
                      <w:rPr>
                        <w:lang w:val="de-DE"/>
                      </w:rPr>
                      <w:t>20 68</w:t>
                    </w:r>
                  </w:p>
                  <w:p w:rsidR="00800770" w:rsidRDefault="00800770">
                    <w:pPr>
                      <w:pStyle w:val="Profilstor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>FAX</w:t>
                    </w:r>
                    <w:r>
                      <w:rPr>
                        <w:lang w:val="de-DE"/>
                      </w:rPr>
                      <w:tab/>
                      <w:t>+45 35 32 21 28</w:t>
                    </w:r>
                  </w:p>
                  <w:p w:rsidR="00800770" w:rsidRDefault="00800770">
                    <w:pPr>
                      <w:pStyle w:val="Profil"/>
                      <w:rPr>
                        <w:lang w:val="de-DE"/>
                      </w:rPr>
                    </w:pPr>
                  </w:p>
                  <w:p w:rsidR="00800770" w:rsidRDefault="00850749">
                    <w:pPr>
                      <w:pStyle w:val="Profil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>lobner</w:t>
                    </w:r>
                    <w:r w:rsidR="00800770">
                      <w:rPr>
                        <w:lang w:val="de-DE"/>
                      </w:rPr>
                      <w:t>@bio.ku.dk</w:t>
                    </w:r>
                  </w:p>
                  <w:p w:rsidR="00800770" w:rsidRDefault="00850749">
                    <w:pPr>
                      <w:pStyle w:val="Profil"/>
                      <w:rPr>
                        <w:lang w:val="de-DE"/>
                      </w:rPr>
                    </w:pPr>
                    <w:r w:rsidRPr="00850749">
                      <w:rPr>
                        <w:lang w:val="de-DE"/>
                      </w:rPr>
                      <w:t>www1.bio.ku.dk/english/research/fg/alo/</w:t>
                    </w:r>
                  </w:p>
                  <w:p w:rsidR="00800770" w:rsidRDefault="00800770">
                    <w:pPr>
                      <w:pStyle w:val="Profil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REF: </w:t>
                    </w:r>
                    <w:r w:rsidR="00850749">
                      <w:rPr>
                        <w:lang w:val="en-GB"/>
                      </w:rPr>
                      <w:t>ALO</w:t>
                    </w:r>
                  </w:p>
                  <w:p w:rsidR="00800770" w:rsidRDefault="00800770">
                    <w:pPr>
                      <w:pStyle w:val="Profil"/>
                      <w:rPr>
                        <w:lang w:val="en-GB"/>
                      </w:rPr>
                    </w:pPr>
                    <w:bookmarkStart w:id="3" w:name="Sag"/>
                    <w:bookmarkEnd w:id="3"/>
                  </w:p>
                  <w:p w:rsidR="00800770" w:rsidRDefault="00800770">
                    <w:pPr>
                      <w:pStyle w:val="Profil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 </w:t>
                    </w:r>
                  </w:p>
                  <w:p w:rsidR="00800770" w:rsidRDefault="00800770">
                    <w:pPr>
                      <w:pStyle w:val="Profil"/>
                      <w:rPr>
                        <w:lang w:val="en-GB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850749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4667250</wp:posOffset>
              </wp:positionH>
              <wp:positionV relativeFrom="paragraph">
                <wp:posOffset>3091815</wp:posOffset>
              </wp:positionV>
              <wp:extent cx="2057400" cy="278765"/>
              <wp:effectExtent l="0" t="0" r="0" b="127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770" w:rsidRDefault="005A017E">
                          <w:pPr>
                            <w:pStyle w:val="Profilstor"/>
                          </w:pPr>
                          <w:r>
                            <w:t>May</w:t>
                          </w:r>
                          <w:r w:rsidR="00504D98">
                            <w:t xml:space="preserve"> </w:t>
                          </w:r>
                          <w:r>
                            <w:t>2, 2017</w:t>
                          </w:r>
                        </w:p>
                      </w:txbxContent>
                    </wps:txbx>
                    <wps:bodyPr rot="0" vert="horz" wrap="square" lIns="36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367.5pt;margin-top:243.45pt;width:162pt;height:2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" filled="f" stroked="f" strokeweight="0">
              <v:textbox inset="10mm">
                <w:txbxContent>
                  <w:p w:rsidR="00800770" w:rsidRDefault="005A017E">
                    <w:pPr>
                      <w:pStyle w:val="Profilstor"/>
                    </w:pPr>
                    <w:r>
                      <w:t>May</w:t>
                    </w:r>
                    <w:r w:rsidR="00504D98">
                      <w:t xml:space="preserve"> </w:t>
                    </w:r>
                    <w:r>
                      <w:t>2, 2017</w:t>
                    </w:r>
                  </w:p>
                </w:txbxContent>
              </v:textbox>
            </v:shape>
          </w:pict>
        </mc:Fallback>
      </mc:AlternateContent>
    </w:r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770" w:rsidRDefault="00850749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4702810</wp:posOffset>
              </wp:positionH>
              <wp:positionV relativeFrom="paragraph">
                <wp:posOffset>483235</wp:posOffset>
              </wp:positionV>
              <wp:extent cx="2160270" cy="252095"/>
              <wp:effectExtent l="0" t="0" r="4445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770" w:rsidRDefault="008945E6">
                          <w:pPr>
                            <w:pStyle w:val="Profilstor"/>
                          </w:pPr>
                          <w:r>
                            <w:fldChar w:fldCharType="begin"/>
                          </w:r>
                          <w:r>
                            <w:instrText xml:space="preserve"> REF datofelt  \* MERGEFORMAT </w:instrText>
                          </w:r>
                          <w:r>
                            <w:fldChar w:fldCharType="separate"/>
                          </w:r>
                          <w:r w:rsidR="000B4FF3">
                            <w:t xml:space="preserve">21 </w:t>
                          </w:r>
                          <w:proofErr w:type="gramStart"/>
                          <w:r w:rsidR="000B4FF3">
                            <w:t>Januar</w:t>
                          </w:r>
                          <w:proofErr w:type="gramEnd"/>
                          <w:r w:rsidR="000B4FF3">
                            <w:t>, 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36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2" type="#_x0000_t202" style="position:absolute;margin-left:370.3pt;margin-top:38.05pt;width:170.1pt;height:19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" filled="f" stroked="f" strokeweight="0">
              <v:textbox inset="10mm">
                <w:txbxContent>
                  <w:p w:rsidR="00800770" w:rsidRDefault="008945E6">
                    <w:pPr>
                      <w:pStyle w:val="Profilstor"/>
                    </w:pPr>
                    <w:r>
                      <w:fldChar w:fldCharType="begin"/>
                    </w:r>
                    <w:r>
                      <w:instrText xml:space="preserve"> REF datofelt  \* MERGEFORMAT </w:instrText>
                    </w:r>
                    <w:r>
                      <w:fldChar w:fldCharType="separate"/>
                    </w:r>
                    <w:r w:rsidR="000B4FF3">
                      <w:t xml:space="preserve">21 </w:t>
                    </w:r>
                    <w:proofErr w:type="gramStart"/>
                    <w:r w:rsidR="000B4FF3">
                      <w:t>Januar</w:t>
                    </w:r>
                    <w:proofErr w:type="gramEnd"/>
                    <w:r w:rsidR="000B4FF3">
                      <w:t>, 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4702810</wp:posOffset>
              </wp:positionH>
              <wp:positionV relativeFrom="paragraph">
                <wp:posOffset>701675</wp:posOffset>
              </wp:positionV>
              <wp:extent cx="2160270" cy="252095"/>
              <wp:effectExtent l="0" t="0" r="4445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770" w:rsidRDefault="00800770">
                          <w:pPr>
                            <w:pStyle w:val="Profilstor"/>
                          </w:pPr>
                          <w:r>
                            <w:t xml:space="preserve">SIDE </w:t>
                          </w:r>
                          <w:r w:rsidR="008945E6">
                            <w:fldChar w:fldCharType="begin"/>
                          </w:r>
                          <w:r w:rsidR="008945E6">
                            <w:instrText xml:space="preserve"> PAGE </w:instrText>
                          </w:r>
                          <w:r w:rsidR="008945E6">
                            <w:fldChar w:fldCharType="separate"/>
                          </w:r>
                          <w:r w:rsidR="005A017E">
                            <w:rPr>
                              <w:noProof/>
                            </w:rPr>
                            <w:t>2</w:t>
                          </w:r>
                          <w:r w:rsidR="008945E6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af </w:t>
                          </w:r>
                          <w:r w:rsidR="008945E6">
                            <w:fldChar w:fldCharType="begin"/>
                          </w:r>
                          <w:r w:rsidR="008945E6">
                            <w:instrText xml:space="preserve"> NUMPAGES </w:instrText>
                          </w:r>
                          <w:r w:rsidR="008945E6">
                            <w:fldChar w:fldCharType="separate"/>
                          </w:r>
                          <w:r w:rsidR="005A017E">
                            <w:rPr>
                              <w:noProof/>
                            </w:rPr>
                            <w:t>2</w:t>
                          </w:r>
                          <w:r w:rsidR="008945E6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3" type="#_x0000_t202" style="position:absolute;margin-left:370.3pt;margin-top:55.25pt;width:170.1pt;height:19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" filled="f" stroked="f" strokeweight="0">
              <v:textbox inset="10mm">
                <w:txbxContent>
                  <w:p w:rsidR="00800770" w:rsidRDefault="00800770">
                    <w:pPr>
                      <w:pStyle w:val="Profilstor"/>
                    </w:pPr>
                    <w:r>
                      <w:t xml:space="preserve">SIDE </w:t>
                    </w:r>
                    <w:r w:rsidR="008945E6">
                      <w:fldChar w:fldCharType="begin"/>
                    </w:r>
                    <w:r w:rsidR="008945E6">
                      <w:instrText xml:space="preserve"> PAGE </w:instrText>
                    </w:r>
                    <w:r w:rsidR="008945E6">
                      <w:fldChar w:fldCharType="separate"/>
                    </w:r>
                    <w:r w:rsidR="005A017E">
                      <w:rPr>
                        <w:noProof/>
                      </w:rPr>
                      <w:t>2</w:t>
                    </w:r>
                    <w:r w:rsidR="008945E6">
                      <w:rPr>
                        <w:noProof/>
                      </w:rPr>
                      <w:fldChar w:fldCharType="end"/>
                    </w:r>
                    <w:r>
                      <w:t xml:space="preserve"> af </w:t>
                    </w:r>
                    <w:r w:rsidR="008945E6">
                      <w:fldChar w:fldCharType="begin"/>
                    </w:r>
                    <w:r w:rsidR="008945E6">
                      <w:instrText xml:space="preserve"> NUMPAGES </w:instrText>
                    </w:r>
                    <w:r w:rsidR="008945E6">
                      <w:fldChar w:fldCharType="separate"/>
                    </w:r>
                    <w:r w:rsidR="005A017E">
                      <w:rPr>
                        <w:noProof/>
                      </w:rPr>
                      <w:t>2</w:t>
                    </w:r>
                    <w:r w:rsidR="008945E6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60D6"/>
    <w:multiLevelType w:val="hybridMultilevel"/>
    <w:tmpl w:val="720472FA"/>
    <w:lvl w:ilvl="0" w:tplc="040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62652C3"/>
    <w:multiLevelType w:val="hybridMultilevel"/>
    <w:tmpl w:val="DA1AB67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4049E"/>
    <w:multiLevelType w:val="hybridMultilevel"/>
    <w:tmpl w:val="6D803D04"/>
    <w:lvl w:ilvl="0" w:tplc="4C6E7F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D21020"/>
    <w:multiLevelType w:val="hybridMultilevel"/>
    <w:tmpl w:val="0360C03C"/>
    <w:lvl w:ilvl="0" w:tplc="EEC6CAEC">
      <w:start w:val="1"/>
      <w:numFmt w:val="decimal"/>
      <w:pStyle w:val="Dagsorden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6690E"/>
    <w:multiLevelType w:val="hybridMultilevel"/>
    <w:tmpl w:val="375A087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B5FA5"/>
    <w:multiLevelType w:val="hybridMultilevel"/>
    <w:tmpl w:val="F7BED4D8"/>
    <w:lvl w:ilvl="0" w:tplc="26DE999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rawingGridHorizontalSpacing w:val="57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6145" fill="f" fillcolor="white" stroke="f">
      <v:fill color="white" on="f"/>
      <v:stroke weight="0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8B"/>
    <w:rsid w:val="000430FD"/>
    <w:rsid w:val="000B4FF3"/>
    <w:rsid w:val="00172000"/>
    <w:rsid w:val="001958C5"/>
    <w:rsid w:val="001A337A"/>
    <w:rsid w:val="001E2312"/>
    <w:rsid w:val="001E5640"/>
    <w:rsid w:val="00237BA8"/>
    <w:rsid w:val="002D217A"/>
    <w:rsid w:val="003A6F99"/>
    <w:rsid w:val="00457C14"/>
    <w:rsid w:val="004C0C83"/>
    <w:rsid w:val="00504D98"/>
    <w:rsid w:val="005730A0"/>
    <w:rsid w:val="005A017E"/>
    <w:rsid w:val="005A03FF"/>
    <w:rsid w:val="005D05D1"/>
    <w:rsid w:val="006230C9"/>
    <w:rsid w:val="006F1DC9"/>
    <w:rsid w:val="00766A87"/>
    <w:rsid w:val="00793F27"/>
    <w:rsid w:val="00800770"/>
    <w:rsid w:val="00850749"/>
    <w:rsid w:val="008945E6"/>
    <w:rsid w:val="0098088C"/>
    <w:rsid w:val="009F2EF4"/>
    <w:rsid w:val="00A44218"/>
    <w:rsid w:val="00C25CBF"/>
    <w:rsid w:val="00C63DE1"/>
    <w:rsid w:val="00D646D0"/>
    <w:rsid w:val="00DF128B"/>
    <w:rsid w:val="00ED1B68"/>
    <w:rsid w:val="00F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5" fill="f" fillcolor="white" stroke="f">
      <v:fill color="white" on="f"/>
      <v:stroke weight="0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2000"/>
    <w:rPr>
      <w:sz w:val="24"/>
      <w:szCs w:val="24"/>
      <w:lang w:val="da-DK" w:eastAsia="da-DK"/>
    </w:rPr>
  </w:style>
  <w:style w:type="paragraph" w:styleId="Heading1">
    <w:name w:val="heading 1"/>
    <w:basedOn w:val="BodyText"/>
    <w:next w:val="BodyText"/>
    <w:qFormat/>
    <w:rsid w:val="00172000"/>
    <w:pPr>
      <w:keepNext/>
      <w:spacing w:before="24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Heading1"/>
    <w:next w:val="BodyText"/>
    <w:qFormat/>
    <w:rsid w:val="00172000"/>
    <w:pPr>
      <w:outlineLvl w:val="1"/>
    </w:pPr>
  </w:style>
  <w:style w:type="paragraph" w:styleId="Heading3">
    <w:name w:val="heading 3"/>
    <w:basedOn w:val="Heading1"/>
    <w:next w:val="BodyText"/>
    <w:qFormat/>
    <w:rsid w:val="00172000"/>
    <w:pPr>
      <w:outlineLvl w:val="2"/>
    </w:pPr>
    <w:rPr>
      <w:bCs w:val="0"/>
    </w:rPr>
  </w:style>
  <w:style w:type="paragraph" w:styleId="Heading4">
    <w:name w:val="heading 4"/>
    <w:basedOn w:val="Heading1"/>
    <w:next w:val="Normal"/>
    <w:qFormat/>
    <w:rsid w:val="00172000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KUbasis"/>
    <w:rsid w:val="00172000"/>
    <w:pPr>
      <w:tabs>
        <w:tab w:val="left" w:pos="851"/>
        <w:tab w:val="left" w:pos="3402"/>
        <w:tab w:val="left" w:pos="4253"/>
      </w:tabs>
      <w:spacing w:after="40" w:line="260" w:lineRule="exact"/>
    </w:pPr>
  </w:style>
  <w:style w:type="paragraph" w:customStyle="1" w:styleId="Vedrrende">
    <w:name w:val="Vedrørende"/>
    <w:basedOn w:val="KUbasis"/>
    <w:next w:val="BodyText"/>
    <w:rsid w:val="00172000"/>
    <w:pPr>
      <w:spacing w:before="720" w:after="300"/>
    </w:pPr>
    <w:rPr>
      <w:b/>
    </w:rPr>
  </w:style>
  <w:style w:type="paragraph" w:styleId="Header">
    <w:name w:val="header"/>
    <w:basedOn w:val="Normal"/>
    <w:rsid w:val="00172000"/>
    <w:pPr>
      <w:tabs>
        <w:tab w:val="center" w:pos="4819"/>
        <w:tab w:val="right" w:pos="9638"/>
      </w:tabs>
    </w:pPr>
  </w:style>
  <w:style w:type="paragraph" w:styleId="BodyText">
    <w:name w:val="Body Text"/>
    <w:basedOn w:val="KUbasis"/>
    <w:rsid w:val="00172000"/>
    <w:pPr>
      <w:spacing w:after="120"/>
    </w:pPr>
  </w:style>
  <w:style w:type="paragraph" w:styleId="Footer">
    <w:name w:val="footer"/>
    <w:basedOn w:val="Normal"/>
    <w:rsid w:val="00172000"/>
    <w:pPr>
      <w:tabs>
        <w:tab w:val="center" w:pos="4819"/>
        <w:tab w:val="right" w:pos="9638"/>
      </w:tabs>
    </w:pPr>
  </w:style>
  <w:style w:type="paragraph" w:customStyle="1" w:styleId="Hoved1">
    <w:name w:val="Hoved 1"/>
    <w:basedOn w:val="KUbasis"/>
    <w:next w:val="Normal"/>
    <w:rsid w:val="00172000"/>
    <w:pPr>
      <w:spacing w:line="300" w:lineRule="exact"/>
    </w:pPr>
    <w:rPr>
      <w:caps/>
      <w:spacing w:val="42"/>
      <w:sz w:val="22"/>
    </w:rPr>
  </w:style>
  <w:style w:type="paragraph" w:customStyle="1" w:styleId="Hoved2">
    <w:name w:val="Hoved 2"/>
    <w:basedOn w:val="KUbasis"/>
    <w:next w:val="Adresse"/>
    <w:rsid w:val="00172000"/>
    <w:pPr>
      <w:spacing w:after="1320" w:line="300" w:lineRule="exact"/>
    </w:pPr>
    <w:rPr>
      <w:caps/>
      <w:spacing w:val="42"/>
      <w:sz w:val="18"/>
    </w:rPr>
  </w:style>
  <w:style w:type="paragraph" w:customStyle="1" w:styleId="KUbasis">
    <w:name w:val="KU basis"/>
    <w:rsid w:val="00172000"/>
    <w:rPr>
      <w:sz w:val="24"/>
      <w:lang w:val="da-DK" w:eastAsia="da-DK"/>
    </w:rPr>
  </w:style>
  <w:style w:type="paragraph" w:customStyle="1" w:styleId="Profil">
    <w:name w:val="Profil"/>
    <w:basedOn w:val="Profilbasis"/>
    <w:rsid w:val="00172000"/>
    <w:pPr>
      <w:tabs>
        <w:tab w:val="left" w:pos="482"/>
      </w:tabs>
      <w:spacing w:line="300" w:lineRule="exact"/>
    </w:pPr>
  </w:style>
  <w:style w:type="paragraph" w:customStyle="1" w:styleId="Profilbasis">
    <w:name w:val="Profil basis"/>
    <w:next w:val="Profil"/>
    <w:rsid w:val="00172000"/>
    <w:rPr>
      <w:rFonts w:ascii="Arial" w:hAnsi="Arial"/>
      <w:sz w:val="14"/>
      <w:lang w:val="da-DK" w:eastAsia="da-DK"/>
    </w:rPr>
  </w:style>
  <w:style w:type="paragraph" w:customStyle="1" w:styleId="Profilfed">
    <w:name w:val="Profil fed"/>
    <w:basedOn w:val="Profilbasis"/>
    <w:next w:val="Profil"/>
    <w:rsid w:val="00172000"/>
    <w:pPr>
      <w:spacing w:line="300" w:lineRule="exact"/>
    </w:pPr>
    <w:rPr>
      <w:b/>
      <w:caps/>
    </w:rPr>
  </w:style>
  <w:style w:type="paragraph" w:customStyle="1" w:styleId="Profilstor">
    <w:name w:val="Profil stor"/>
    <w:basedOn w:val="Profil"/>
    <w:rsid w:val="00172000"/>
    <w:rPr>
      <w:caps/>
    </w:rPr>
  </w:style>
  <w:style w:type="paragraph" w:customStyle="1" w:styleId="Underskrifthilsen">
    <w:name w:val="Underskrift hilsen"/>
    <w:basedOn w:val="KUbasis"/>
    <w:next w:val="Underskriftnavn"/>
    <w:rsid w:val="00172000"/>
    <w:pPr>
      <w:keepNext/>
      <w:spacing w:before="360" w:after="720"/>
    </w:pPr>
  </w:style>
  <w:style w:type="paragraph" w:customStyle="1" w:styleId="Underskriftnavn">
    <w:name w:val="Underskrift navn"/>
    <w:basedOn w:val="KUbasis"/>
    <w:next w:val="BodyText"/>
    <w:rsid w:val="00172000"/>
    <w:pPr>
      <w:keepNext/>
    </w:pPr>
  </w:style>
  <w:style w:type="character" w:styleId="Hyperlink">
    <w:name w:val="Hyperlink"/>
    <w:basedOn w:val="DefaultParagraphFont"/>
    <w:rsid w:val="00172000"/>
    <w:rPr>
      <w:color w:val="0000FF"/>
      <w:u w:val="single"/>
    </w:rPr>
  </w:style>
  <w:style w:type="paragraph" w:customStyle="1" w:styleId="Profillille">
    <w:name w:val="Profil lille"/>
    <w:basedOn w:val="Profilbasis"/>
    <w:rsid w:val="00172000"/>
    <w:rPr>
      <w:noProof/>
      <w:sz w:val="12"/>
    </w:rPr>
  </w:style>
  <w:style w:type="character" w:styleId="PageNumber">
    <w:name w:val="page number"/>
    <w:basedOn w:val="DefaultParagraphFont"/>
    <w:rsid w:val="00172000"/>
  </w:style>
  <w:style w:type="paragraph" w:customStyle="1" w:styleId="Dokumentafsnit">
    <w:name w:val="Dokument afsnit"/>
    <w:basedOn w:val="BodyText"/>
    <w:next w:val="BodyText"/>
    <w:rsid w:val="00172000"/>
    <w:pPr>
      <w:keepNext/>
      <w:spacing w:before="240"/>
      <w:outlineLvl w:val="0"/>
    </w:pPr>
    <w:rPr>
      <w:b/>
    </w:rPr>
  </w:style>
  <w:style w:type="paragraph" w:customStyle="1" w:styleId="Dokumentnavn">
    <w:name w:val="Dokument navn"/>
    <w:basedOn w:val="Normal"/>
    <w:rsid w:val="00172000"/>
    <w:pPr>
      <w:spacing w:before="960" w:after="240"/>
    </w:pPr>
    <w:rPr>
      <w:rFonts w:ascii="Arial" w:hAnsi="Arial"/>
      <w:b/>
      <w:caps/>
      <w:spacing w:val="40"/>
      <w:sz w:val="20"/>
      <w:szCs w:val="20"/>
    </w:rPr>
  </w:style>
  <w:style w:type="paragraph" w:customStyle="1" w:styleId="Dokumentnote">
    <w:name w:val="Dokument note"/>
    <w:basedOn w:val="BodyText"/>
    <w:next w:val="BodyText"/>
    <w:rsid w:val="00172000"/>
    <w:pPr>
      <w:spacing w:before="120"/>
      <w:ind w:left="1701" w:hanging="1701"/>
    </w:pPr>
  </w:style>
  <w:style w:type="paragraph" w:customStyle="1" w:styleId="Addagsprden">
    <w:name w:val="Ad dagsprden"/>
    <w:basedOn w:val="Dagsorden"/>
    <w:rsid w:val="00172000"/>
    <w:pPr>
      <w:numPr>
        <w:numId w:val="0"/>
      </w:numPr>
      <w:ind w:left="851" w:hanging="851"/>
    </w:pPr>
  </w:style>
  <w:style w:type="paragraph" w:customStyle="1" w:styleId="Dagsorden">
    <w:name w:val="Dagsorden"/>
    <w:basedOn w:val="KUbasis"/>
    <w:rsid w:val="00172000"/>
    <w:pPr>
      <w:keepNext/>
      <w:numPr>
        <w:numId w:val="4"/>
      </w:numPr>
      <w:tabs>
        <w:tab w:val="clear" w:pos="567"/>
        <w:tab w:val="left" w:pos="851"/>
      </w:tabs>
      <w:ind w:left="851" w:hanging="851"/>
    </w:pPr>
  </w:style>
  <w:style w:type="paragraph" w:styleId="List3">
    <w:name w:val="List 3"/>
    <w:basedOn w:val="Heading1"/>
    <w:next w:val="BodyText"/>
    <w:rsid w:val="00172000"/>
    <w:pPr>
      <w:outlineLvl w:val="2"/>
    </w:pPr>
  </w:style>
  <w:style w:type="character" w:customStyle="1" w:styleId="bodyblack1">
    <w:name w:val="bodyblack1"/>
    <w:basedOn w:val="DefaultParagraphFont"/>
    <w:rsid w:val="00172000"/>
    <w:rPr>
      <w:rFonts w:ascii="Verdana" w:hAnsi="Verdana" w:hint="default"/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172000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0430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07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2000"/>
    <w:rPr>
      <w:sz w:val="24"/>
      <w:szCs w:val="24"/>
      <w:lang w:val="da-DK" w:eastAsia="da-DK"/>
    </w:rPr>
  </w:style>
  <w:style w:type="paragraph" w:styleId="Heading1">
    <w:name w:val="heading 1"/>
    <w:basedOn w:val="BodyText"/>
    <w:next w:val="BodyText"/>
    <w:qFormat/>
    <w:rsid w:val="00172000"/>
    <w:pPr>
      <w:keepNext/>
      <w:spacing w:before="24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Heading1"/>
    <w:next w:val="BodyText"/>
    <w:qFormat/>
    <w:rsid w:val="00172000"/>
    <w:pPr>
      <w:outlineLvl w:val="1"/>
    </w:pPr>
  </w:style>
  <w:style w:type="paragraph" w:styleId="Heading3">
    <w:name w:val="heading 3"/>
    <w:basedOn w:val="Heading1"/>
    <w:next w:val="BodyText"/>
    <w:qFormat/>
    <w:rsid w:val="00172000"/>
    <w:pPr>
      <w:outlineLvl w:val="2"/>
    </w:pPr>
    <w:rPr>
      <w:bCs w:val="0"/>
    </w:rPr>
  </w:style>
  <w:style w:type="paragraph" w:styleId="Heading4">
    <w:name w:val="heading 4"/>
    <w:basedOn w:val="Heading1"/>
    <w:next w:val="Normal"/>
    <w:qFormat/>
    <w:rsid w:val="00172000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KUbasis"/>
    <w:rsid w:val="00172000"/>
    <w:pPr>
      <w:tabs>
        <w:tab w:val="left" w:pos="851"/>
        <w:tab w:val="left" w:pos="3402"/>
        <w:tab w:val="left" w:pos="4253"/>
      </w:tabs>
      <w:spacing w:after="40" w:line="260" w:lineRule="exact"/>
    </w:pPr>
  </w:style>
  <w:style w:type="paragraph" w:customStyle="1" w:styleId="Vedrrende">
    <w:name w:val="Vedrørende"/>
    <w:basedOn w:val="KUbasis"/>
    <w:next w:val="BodyText"/>
    <w:rsid w:val="00172000"/>
    <w:pPr>
      <w:spacing w:before="720" w:after="300"/>
    </w:pPr>
    <w:rPr>
      <w:b/>
    </w:rPr>
  </w:style>
  <w:style w:type="paragraph" w:styleId="Header">
    <w:name w:val="header"/>
    <w:basedOn w:val="Normal"/>
    <w:rsid w:val="00172000"/>
    <w:pPr>
      <w:tabs>
        <w:tab w:val="center" w:pos="4819"/>
        <w:tab w:val="right" w:pos="9638"/>
      </w:tabs>
    </w:pPr>
  </w:style>
  <w:style w:type="paragraph" w:styleId="BodyText">
    <w:name w:val="Body Text"/>
    <w:basedOn w:val="KUbasis"/>
    <w:rsid w:val="00172000"/>
    <w:pPr>
      <w:spacing w:after="120"/>
    </w:pPr>
  </w:style>
  <w:style w:type="paragraph" w:styleId="Footer">
    <w:name w:val="footer"/>
    <w:basedOn w:val="Normal"/>
    <w:rsid w:val="00172000"/>
    <w:pPr>
      <w:tabs>
        <w:tab w:val="center" w:pos="4819"/>
        <w:tab w:val="right" w:pos="9638"/>
      </w:tabs>
    </w:pPr>
  </w:style>
  <w:style w:type="paragraph" w:customStyle="1" w:styleId="Hoved1">
    <w:name w:val="Hoved 1"/>
    <w:basedOn w:val="KUbasis"/>
    <w:next w:val="Normal"/>
    <w:rsid w:val="00172000"/>
    <w:pPr>
      <w:spacing w:line="300" w:lineRule="exact"/>
    </w:pPr>
    <w:rPr>
      <w:caps/>
      <w:spacing w:val="42"/>
      <w:sz w:val="22"/>
    </w:rPr>
  </w:style>
  <w:style w:type="paragraph" w:customStyle="1" w:styleId="Hoved2">
    <w:name w:val="Hoved 2"/>
    <w:basedOn w:val="KUbasis"/>
    <w:next w:val="Adresse"/>
    <w:rsid w:val="00172000"/>
    <w:pPr>
      <w:spacing w:after="1320" w:line="300" w:lineRule="exact"/>
    </w:pPr>
    <w:rPr>
      <w:caps/>
      <w:spacing w:val="42"/>
      <w:sz w:val="18"/>
    </w:rPr>
  </w:style>
  <w:style w:type="paragraph" w:customStyle="1" w:styleId="KUbasis">
    <w:name w:val="KU basis"/>
    <w:rsid w:val="00172000"/>
    <w:rPr>
      <w:sz w:val="24"/>
      <w:lang w:val="da-DK" w:eastAsia="da-DK"/>
    </w:rPr>
  </w:style>
  <w:style w:type="paragraph" w:customStyle="1" w:styleId="Profil">
    <w:name w:val="Profil"/>
    <w:basedOn w:val="Profilbasis"/>
    <w:rsid w:val="00172000"/>
    <w:pPr>
      <w:tabs>
        <w:tab w:val="left" w:pos="482"/>
      </w:tabs>
      <w:spacing w:line="300" w:lineRule="exact"/>
    </w:pPr>
  </w:style>
  <w:style w:type="paragraph" w:customStyle="1" w:styleId="Profilbasis">
    <w:name w:val="Profil basis"/>
    <w:next w:val="Profil"/>
    <w:rsid w:val="00172000"/>
    <w:rPr>
      <w:rFonts w:ascii="Arial" w:hAnsi="Arial"/>
      <w:sz w:val="14"/>
      <w:lang w:val="da-DK" w:eastAsia="da-DK"/>
    </w:rPr>
  </w:style>
  <w:style w:type="paragraph" w:customStyle="1" w:styleId="Profilfed">
    <w:name w:val="Profil fed"/>
    <w:basedOn w:val="Profilbasis"/>
    <w:next w:val="Profil"/>
    <w:rsid w:val="00172000"/>
    <w:pPr>
      <w:spacing w:line="300" w:lineRule="exact"/>
    </w:pPr>
    <w:rPr>
      <w:b/>
      <w:caps/>
    </w:rPr>
  </w:style>
  <w:style w:type="paragraph" w:customStyle="1" w:styleId="Profilstor">
    <w:name w:val="Profil stor"/>
    <w:basedOn w:val="Profil"/>
    <w:rsid w:val="00172000"/>
    <w:rPr>
      <w:caps/>
    </w:rPr>
  </w:style>
  <w:style w:type="paragraph" w:customStyle="1" w:styleId="Underskrifthilsen">
    <w:name w:val="Underskrift hilsen"/>
    <w:basedOn w:val="KUbasis"/>
    <w:next w:val="Underskriftnavn"/>
    <w:rsid w:val="00172000"/>
    <w:pPr>
      <w:keepNext/>
      <w:spacing w:before="360" w:after="720"/>
    </w:pPr>
  </w:style>
  <w:style w:type="paragraph" w:customStyle="1" w:styleId="Underskriftnavn">
    <w:name w:val="Underskrift navn"/>
    <w:basedOn w:val="KUbasis"/>
    <w:next w:val="BodyText"/>
    <w:rsid w:val="00172000"/>
    <w:pPr>
      <w:keepNext/>
    </w:pPr>
  </w:style>
  <w:style w:type="character" w:styleId="Hyperlink">
    <w:name w:val="Hyperlink"/>
    <w:basedOn w:val="DefaultParagraphFont"/>
    <w:rsid w:val="00172000"/>
    <w:rPr>
      <w:color w:val="0000FF"/>
      <w:u w:val="single"/>
    </w:rPr>
  </w:style>
  <w:style w:type="paragraph" w:customStyle="1" w:styleId="Profillille">
    <w:name w:val="Profil lille"/>
    <w:basedOn w:val="Profilbasis"/>
    <w:rsid w:val="00172000"/>
    <w:rPr>
      <w:noProof/>
      <w:sz w:val="12"/>
    </w:rPr>
  </w:style>
  <w:style w:type="character" w:styleId="PageNumber">
    <w:name w:val="page number"/>
    <w:basedOn w:val="DefaultParagraphFont"/>
    <w:rsid w:val="00172000"/>
  </w:style>
  <w:style w:type="paragraph" w:customStyle="1" w:styleId="Dokumentafsnit">
    <w:name w:val="Dokument afsnit"/>
    <w:basedOn w:val="BodyText"/>
    <w:next w:val="BodyText"/>
    <w:rsid w:val="00172000"/>
    <w:pPr>
      <w:keepNext/>
      <w:spacing w:before="240"/>
      <w:outlineLvl w:val="0"/>
    </w:pPr>
    <w:rPr>
      <w:b/>
    </w:rPr>
  </w:style>
  <w:style w:type="paragraph" w:customStyle="1" w:styleId="Dokumentnavn">
    <w:name w:val="Dokument navn"/>
    <w:basedOn w:val="Normal"/>
    <w:rsid w:val="00172000"/>
    <w:pPr>
      <w:spacing w:before="960" w:after="240"/>
    </w:pPr>
    <w:rPr>
      <w:rFonts w:ascii="Arial" w:hAnsi="Arial"/>
      <w:b/>
      <w:caps/>
      <w:spacing w:val="40"/>
      <w:sz w:val="20"/>
      <w:szCs w:val="20"/>
    </w:rPr>
  </w:style>
  <w:style w:type="paragraph" w:customStyle="1" w:styleId="Dokumentnote">
    <w:name w:val="Dokument note"/>
    <w:basedOn w:val="BodyText"/>
    <w:next w:val="BodyText"/>
    <w:rsid w:val="00172000"/>
    <w:pPr>
      <w:spacing w:before="120"/>
      <w:ind w:left="1701" w:hanging="1701"/>
    </w:pPr>
  </w:style>
  <w:style w:type="paragraph" w:customStyle="1" w:styleId="Addagsprden">
    <w:name w:val="Ad dagsprden"/>
    <w:basedOn w:val="Dagsorden"/>
    <w:rsid w:val="00172000"/>
    <w:pPr>
      <w:numPr>
        <w:numId w:val="0"/>
      </w:numPr>
      <w:ind w:left="851" w:hanging="851"/>
    </w:pPr>
  </w:style>
  <w:style w:type="paragraph" w:customStyle="1" w:styleId="Dagsorden">
    <w:name w:val="Dagsorden"/>
    <w:basedOn w:val="KUbasis"/>
    <w:rsid w:val="00172000"/>
    <w:pPr>
      <w:keepNext/>
      <w:numPr>
        <w:numId w:val="4"/>
      </w:numPr>
      <w:tabs>
        <w:tab w:val="clear" w:pos="567"/>
        <w:tab w:val="left" w:pos="851"/>
      </w:tabs>
      <w:ind w:left="851" w:hanging="851"/>
    </w:pPr>
  </w:style>
  <w:style w:type="paragraph" w:styleId="List3">
    <w:name w:val="List 3"/>
    <w:basedOn w:val="Heading1"/>
    <w:next w:val="BodyText"/>
    <w:rsid w:val="00172000"/>
    <w:pPr>
      <w:outlineLvl w:val="2"/>
    </w:pPr>
  </w:style>
  <w:style w:type="character" w:customStyle="1" w:styleId="bodyblack1">
    <w:name w:val="bodyblack1"/>
    <w:basedOn w:val="DefaultParagraphFont"/>
    <w:rsid w:val="00172000"/>
    <w:rPr>
      <w:rFonts w:ascii="Verdana" w:hAnsi="Verdana" w:hint="default"/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172000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0430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07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U-Skabelon\DKKUBRE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DKKUBREV.dot</Template>
  <TotalTime>1</TotalTime>
  <Pages>1</Pages>
  <Words>88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Vedr test af skabelonsystem</vt:lpstr>
      <vt:lpstr>Vedr test af skabelonsystem</vt:lpstr>
    </vt:vector>
  </TitlesOfParts>
  <Company>Jersing A/S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Vedr test af skabelonsystem</dc:title>
  <dc:creator>Olaf Dansk</dc:creator>
  <cp:lastModifiedBy>Anders Løbner-Olesen</cp:lastModifiedBy>
  <cp:revision>2</cp:revision>
  <cp:lastPrinted>2013-01-21T12:45:00Z</cp:lastPrinted>
  <dcterms:created xsi:type="dcterms:W3CDTF">2017-05-02T13:18:00Z</dcterms:created>
  <dcterms:modified xsi:type="dcterms:W3CDTF">2017-05-02T13:18:00Z</dcterms:modified>
</cp:coreProperties>
</file>